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0D" w:rsidRPr="000350CC" w:rsidRDefault="001C7E0D" w:rsidP="005A54C0"/>
    <w:p w:rsidR="00BB4DD2" w:rsidRPr="000350CC" w:rsidRDefault="000350CC" w:rsidP="000350CC">
      <w:pPr>
        <w:jc w:val="center"/>
        <w:rPr>
          <w:b/>
        </w:rPr>
      </w:pPr>
      <w:bookmarkStart w:id="0" w:name="bkmStart"/>
      <w:bookmarkEnd w:id="0"/>
      <w:r w:rsidRPr="000350CC">
        <w:rPr>
          <w:b/>
        </w:rPr>
        <w:t>Upphandling Tekniska installationer Uddevallatunnlar</w:t>
      </w:r>
    </w:p>
    <w:p w:rsidR="000350CC" w:rsidRDefault="000350CC" w:rsidP="004E5ACD"/>
    <w:p w:rsidR="000350CC" w:rsidRDefault="000350CC" w:rsidP="004E5ACD"/>
    <w:p w:rsidR="000350CC" w:rsidRDefault="000350CC" w:rsidP="004E5ACD"/>
    <w:p w:rsidR="000350CC" w:rsidRDefault="000350CC" w:rsidP="004E5ACD">
      <w:pPr>
        <w:rPr>
          <w:rFonts w:ascii="Helvetica" w:hAnsi="Helvetica" w:cs="Helvetica"/>
          <w:color w:val="555555"/>
          <w:sz w:val="21"/>
          <w:szCs w:val="21"/>
        </w:rPr>
      </w:pPr>
      <w:r>
        <w:rPr>
          <w:rFonts w:ascii="Helvetica" w:hAnsi="Helvetica" w:cs="Helvetica"/>
          <w:color w:val="555555"/>
          <w:sz w:val="21"/>
          <w:szCs w:val="21"/>
        </w:rPr>
        <w:t xml:space="preserve">Anbudsgivare som vill åberopa redan inskickad Utredning avseende uteslutningsgrunder ska tydligt ange ärendenummer (CTM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xxxxx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>) för den upphandling där dokumenten</w:t>
      </w:r>
      <w:r>
        <w:rPr>
          <w:rFonts w:ascii="Helvetica" w:hAnsi="Helvetica" w:cs="Helvetica"/>
          <w:color w:val="555555"/>
          <w:sz w:val="21"/>
          <w:szCs w:val="21"/>
        </w:rPr>
        <w:t xml:space="preserve"> lämnades in.</w:t>
      </w:r>
    </w:p>
    <w:p w:rsidR="000350CC" w:rsidRDefault="000350CC" w:rsidP="004E5ACD">
      <w:pPr>
        <w:rPr>
          <w:rFonts w:ascii="Helvetica" w:hAnsi="Helvetica" w:cs="Helvetica"/>
          <w:color w:val="555555"/>
          <w:sz w:val="21"/>
          <w:szCs w:val="21"/>
        </w:rPr>
      </w:pPr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r>
        <w:rPr>
          <w:rFonts w:ascii="Helvetica" w:hAnsi="Helvetica" w:cs="Helvetica"/>
          <w:color w:val="555555"/>
          <w:sz w:val="21"/>
          <w:szCs w:val="21"/>
        </w:rPr>
        <w:br/>
        <w:t>Om en Utredning avseende uteslutningsgrunder återanvänds ska anbudsgivaren bekräfta att uppgifterna fortfarande är aktuella och korrekta och att alla kvalificeringskrav som ställs i aktuell upphandling uppfylls</w:t>
      </w:r>
      <w:r>
        <w:rPr>
          <w:rFonts w:ascii="Helvetica" w:hAnsi="Helvetica" w:cs="Helvetica"/>
          <w:color w:val="555555"/>
          <w:sz w:val="21"/>
          <w:szCs w:val="21"/>
        </w:rPr>
        <w:t>.</w:t>
      </w:r>
    </w:p>
    <w:p w:rsidR="000350CC" w:rsidRDefault="000350CC" w:rsidP="004E5ACD"/>
    <w:p w:rsidR="000350CC" w:rsidRDefault="000350CC" w:rsidP="004E5ACD"/>
    <w:p w:rsidR="000350CC" w:rsidRPr="000350CC" w:rsidRDefault="000350CC" w:rsidP="004E5ACD">
      <w:r>
        <w:t>CTM Id:168373</w:t>
      </w:r>
    </w:p>
    <w:p w:rsidR="00BB4DD2" w:rsidRDefault="00BB4DD2" w:rsidP="0032410A">
      <w:bookmarkStart w:id="1" w:name="bkmStartDok"/>
      <w:bookmarkEnd w:id="1"/>
    </w:p>
    <w:p w:rsidR="000350CC" w:rsidRDefault="000350CC" w:rsidP="0032410A"/>
    <w:p w:rsidR="000350CC" w:rsidRDefault="000350CC" w:rsidP="0032410A">
      <w:r>
        <w:t xml:space="preserve">Skövde </w:t>
      </w:r>
      <w:proofErr w:type="gramStart"/>
      <w:r>
        <w:t>20180625</w:t>
      </w:r>
      <w:proofErr w:type="gramEnd"/>
      <w:r>
        <w:t xml:space="preserve"> </w:t>
      </w:r>
    </w:p>
    <w:p w:rsidR="000350CC" w:rsidRDefault="000350CC" w:rsidP="0032410A"/>
    <w:p w:rsidR="000350CC" w:rsidRPr="000350CC" w:rsidRDefault="000350CC" w:rsidP="0032410A">
      <w:r>
        <w:t>Jan Larsson</w:t>
      </w:r>
      <w:bookmarkStart w:id="2" w:name="_GoBack"/>
      <w:bookmarkEnd w:id="2"/>
    </w:p>
    <w:p w:rsidR="005D6D1A" w:rsidRPr="000350CC" w:rsidRDefault="005D6D1A" w:rsidP="0032410A"/>
    <w:sectPr w:rsidR="005D6D1A" w:rsidRPr="000350CC" w:rsidSect="000A6F81">
      <w:headerReference w:type="default" r:id="rId8"/>
      <w:footerReference w:type="default" r:id="rId9"/>
      <w:headerReference w:type="first" r:id="rId10"/>
      <w:pgSz w:w="11906" w:h="16838" w:code="9"/>
      <w:pgMar w:top="2041" w:right="851" w:bottom="851" w:left="1134" w:header="69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0CC" w:rsidRDefault="000350CC" w:rsidP="0032410A">
      <w:r>
        <w:separator/>
      </w:r>
    </w:p>
  </w:endnote>
  <w:endnote w:type="continuationSeparator" w:id="0">
    <w:p w:rsidR="000350CC" w:rsidRDefault="000350CC" w:rsidP="0032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A88" w:rsidRDefault="00BD3A88" w:rsidP="00637D63">
    <w:pPr>
      <w:pStyle w:val="Sidfot"/>
      <w:jc w:val="right"/>
      <w:rPr>
        <w:rStyle w:val="Sidnummer"/>
      </w:rPr>
    </w:pPr>
    <w:r>
      <w:tab/>
    </w:r>
  </w:p>
  <w:p w:rsidR="00BD3A88" w:rsidRPr="00A34F35" w:rsidRDefault="00BD3A88" w:rsidP="00A34F35">
    <w:pPr>
      <w:pStyle w:val="Sidfot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0CC" w:rsidRDefault="000350CC" w:rsidP="0032410A">
      <w:r>
        <w:separator/>
      </w:r>
    </w:p>
  </w:footnote>
  <w:footnote w:type="continuationSeparator" w:id="0">
    <w:p w:rsidR="000350CC" w:rsidRDefault="000350CC" w:rsidP="00324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88" w:type="dxa"/>
      <w:tblInd w:w="-493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3827"/>
      <w:gridCol w:w="2976"/>
      <w:gridCol w:w="2835"/>
      <w:gridCol w:w="850"/>
    </w:tblGrid>
    <w:tr w:rsidR="00BD3A88" w:rsidRPr="0088200C" w:rsidTr="005560C0">
      <w:trPr>
        <w:cantSplit/>
        <w:trHeight w:hRule="exact" w:val="1100"/>
      </w:trPr>
      <w:tc>
        <w:tcPr>
          <w:tcW w:w="3827" w:type="dxa"/>
        </w:tcPr>
        <w:p w:rsidR="00BD3A88" w:rsidRPr="0088200C" w:rsidRDefault="000350CC" w:rsidP="00876595">
          <w:pPr>
            <w:rPr>
              <w:sz w:val="36"/>
            </w:rPr>
          </w:pPr>
          <w:bookmarkStart w:id="3" w:name="bkmHeadLogo2" w:colFirst="0" w:colLast="0"/>
          <w:bookmarkStart w:id="4" w:name="bkmHeadPage1" w:colFirst="3" w:colLast="3"/>
          <w:r>
            <w:rPr>
              <w:noProof/>
              <w:sz w:val="36"/>
              <w:lang w:eastAsia="sv-SE"/>
            </w:rPr>
            <w:drawing>
              <wp:inline distT="0" distB="0" distL="0" distR="0">
                <wp:extent cx="1635125" cy="698500"/>
                <wp:effectExtent l="0" t="0" r="3175" b="6350"/>
                <wp:docPr id="2" name="Bildobjekt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5125" cy="698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vAlign w:val="center"/>
        </w:tcPr>
        <w:p w:rsidR="00BD3A88" w:rsidRPr="0088200C" w:rsidRDefault="00BD3A88" w:rsidP="00876595">
          <w:pPr>
            <w:pStyle w:val="Gradering"/>
            <w:rPr>
              <w:lang w:val="da-DK"/>
            </w:rPr>
          </w:pPr>
        </w:p>
      </w:tc>
      <w:tc>
        <w:tcPr>
          <w:tcW w:w="2835" w:type="dxa"/>
          <w:vAlign w:val="center"/>
        </w:tcPr>
        <w:p w:rsidR="00BD3A88" w:rsidRPr="0088200C" w:rsidRDefault="00BD3A88" w:rsidP="00876595"/>
      </w:tc>
      <w:tc>
        <w:tcPr>
          <w:tcW w:w="850" w:type="dxa"/>
          <w:vAlign w:val="center"/>
        </w:tcPr>
        <w:p w:rsidR="00BD3A88" w:rsidRPr="0088200C" w:rsidRDefault="00BD3A88" w:rsidP="00876595">
          <w:pPr>
            <w:pStyle w:val="Pageno"/>
            <w:rPr>
              <w:lang w:val="da-DK"/>
            </w:rPr>
          </w:pPr>
          <w:r w:rsidRPr="0088200C">
            <w:rPr>
              <w:lang w:val="da-DK"/>
            </w:rPr>
            <w:fldChar w:fldCharType="begin"/>
          </w:r>
          <w:r w:rsidRPr="0088200C">
            <w:rPr>
              <w:lang w:val="da-DK"/>
            </w:rPr>
            <w:instrText xml:space="preserve"> PAGE  \* MERGEFORMAT </w:instrText>
          </w:r>
          <w:r w:rsidRPr="0088200C">
            <w:rPr>
              <w:lang w:val="da-DK"/>
            </w:rPr>
            <w:fldChar w:fldCharType="separate"/>
          </w:r>
          <w:r w:rsidR="004E5ACD">
            <w:rPr>
              <w:noProof/>
              <w:lang w:val="da-DK"/>
            </w:rPr>
            <w:t>2</w:t>
          </w:r>
          <w:r w:rsidRPr="0088200C">
            <w:rPr>
              <w:lang w:val="da-DK"/>
            </w:rPr>
            <w:fldChar w:fldCharType="end"/>
          </w:r>
          <w:r w:rsidRPr="0088200C">
            <w:rPr>
              <w:lang w:val="da-DK"/>
            </w:rPr>
            <w:t xml:space="preserve"> </w:t>
          </w:r>
          <w:r w:rsidRPr="0088200C">
            <w:rPr>
              <w:lang w:val="da-DK"/>
            </w:rPr>
            <w:t>(</w:t>
          </w:r>
          <w:r w:rsidR="000350CC">
            <w:fldChar w:fldCharType="begin"/>
          </w:r>
          <w:r w:rsidR="000350CC">
            <w:instrText xml:space="preserve"> NUMPAGES  \* MERGEFORMAT </w:instrText>
          </w:r>
          <w:r w:rsidR="000350CC">
            <w:fldChar w:fldCharType="separate"/>
          </w:r>
          <w:r w:rsidR="000350CC" w:rsidRPr="000350CC">
            <w:rPr>
              <w:noProof/>
              <w:lang w:val="da-DK"/>
            </w:rPr>
            <w:t>1</w:t>
          </w:r>
          <w:r w:rsidR="000350CC">
            <w:rPr>
              <w:noProof/>
              <w:lang w:val="da-DK"/>
            </w:rPr>
            <w:fldChar w:fldCharType="end"/>
          </w:r>
          <w:r w:rsidRPr="0088200C">
            <w:rPr>
              <w:lang w:val="da-DK"/>
            </w:rPr>
            <w:t>)</w:t>
          </w:r>
        </w:p>
      </w:tc>
    </w:tr>
    <w:bookmarkEnd w:id="3"/>
    <w:bookmarkEnd w:id="4"/>
  </w:tbl>
  <w:p w:rsidR="00BD3A88" w:rsidRPr="000A6F81" w:rsidRDefault="00BD3A88" w:rsidP="00876595">
    <w:pPr>
      <w:pStyle w:val="Sidhuvud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95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3828"/>
      <w:gridCol w:w="2976"/>
      <w:gridCol w:w="2835"/>
      <w:gridCol w:w="850"/>
    </w:tblGrid>
    <w:tr w:rsidR="00BD3A88" w:rsidRPr="0088200C" w:rsidTr="00BD187E">
      <w:trPr>
        <w:cantSplit/>
        <w:trHeight w:hRule="exact" w:val="1100"/>
      </w:trPr>
      <w:tc>
        <w:tcPr>
          <w:tcW w:w="3828" w:type="dxa"/>
        </w:tcPr>
        <w:p w:rsidR="00BD3A88" w:rsidRPr="0088200C" w:rsidRDefault="000350CC" w:rsidP="00D73410">
          <w:pPr>
            <w:ind w:left="-57"/>
            <w:rPr>
              <w:sz w:val="20"/>
            </w:rPr>
          </w:pPr>
          <w:bookmarkStart w:id="5" w:name="bkmHeadLogo1" w:colFirst="0" w:colLast="0"/>
          <w:r>
            <w:rPr>
              <w:noProof/>
              <w:sz w:val="20"/>
              <w:lang w:eastAsia="sv-SE"/>
            </w:rPr>
            <w:drawing>
              <wp:inline distT="0" distB="0" distL="0" distR="0">
                <wp:extent cx="1635125" cy="698500"/>
                <wp:effectExtent l="0" t="0" r="3175" b="6350"/>
                <wp:docPr id="1" name="Bildobjekt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5125" cy="698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vAlign w:val="center"/>
        </w:tcPr>
        <w:p w:rsidR="00BD3A88" w:rsidRPr="0088200C" w:rsidRDefault="00BD3A88" w:rsidP="00D73410">
          <w:pPr>
            <w:pStyle w:val="Gradering"/>
            <w:rPr>
              <w:lang w:val="da-DK"/>
            </w:rPr>
          </w:pPr>
        </w:p>
      </w:tc>
      <w:tc>
        <w:tcPr>
          <w:tcW w:w="2835" w:type="dxa"/>
          <w:vAlign w:val="center"/>
        </w:tcPr>
        <w:p w:rsidR="00BD3A88" w:rsidRPr="0088200C" w:rsidRDefault="00BD3A88" w:rsidP="00D73410"/>
      </w:tc>
      <w:tc>
        <w:tcPr>
          <w:tcW w:w="850" w:type="dxa"/>
          <w:vAlign w:val="center"/>
        </w:tcPr>
        <w:p w:rsidR="00BD3A88" w:rsidRPr="0088200C" w:rsidRDefault="00BD3A88" w:rsidP="00D73410"/>
      </w:tc>
    </w:tr>
    <w:bookmarkEnd w:id="5"/>
  </w:tbl>
  <w:p w:rsidR="00BD3A88" w:rsidRPr="00C04A46" w:rsidRDefault="00BD3A88" w:rsidP="0032410A">
    <w:pPr>
      <w:pStyle w:val="Sidhuvud"/>
      <w:ind w:right="-567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15pt;height:5.4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3E5EE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3ECC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2607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F832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4E2C3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946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82A5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265F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08EDB4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7A54"/>
    <w:lvl w:ilvl="0">
      <w:start w:val="1"/>
      <w:numFmt w:val="bullet"/>
      <w:pStyle w:val="Punktlista"/>
      <w:lvlText w:val=""/>
      <w:lvlJc w:val="left"/>
      <w:pPr>
        <w:ind w:left="360" w:hanging="360"/>
      </w:pPr>
      <w:rPr>
        <w:rFonts w:ascii="Symbol" w:hAnsi="Symbol" w:hint="default"/>
        <w:color w:val="134069"/>
      </w:rPr>
    </w:lvl>
  </w:abstractNum>
  <w:abstractNum w:abstractNumId="10" w15:restartNumberingAfterBreak="0">
    <w:nsid w:val="507E44D6"/>
    <w:multiLevelType w:val="hybridMultilevel"/>
    <w:tmpl w:val="BFDA99CE"/>
    <w:lvl w:ilvl="0" w:tplc="0080804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81F2998"/>
    <w:multiLevelType w:val="multilevel"/>
    <w:tmpl w:val="EACE653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CC"/>
    <w:rsid w:val="00001A7C"/>
    <w:rsid w:val="00001BE2"/>
    <w:rsid w:val="00016B72"/>
    <w:rsid w:val="00017E92"/>
    <w:rsid w:val="00023C74"/>
    <w:rsid w:val="00026843"/>
    <w:rsid w:val="0002767E"/>
    <w:rsid w:val="000331F7"/>
    <w:rsid w:val="000350CC"/>
    <w:rsid w:val="00040740"/>
    <w:rsid w:val="00057394"/>
    <w:rsid w:val="00064441"/>
    <w:rsid w:val="00064C82"/>
    <w:rsid w:val="00072486"/>
    <w:rsid w:val="00072FA4"/>
    <w:rsid w:val="00082A6B"/>
    <w:rsid w:val="000834FD"/>
    <w:rsid w:val="000946BD"/>
    <w:rsid w:val="0009546F"/>
    <w:rsid w:val="000A6813"/>
    <w:rsid w:val="000A6F81"/>
    <w:rsid w:val="000B0CC8"/>
    <w:rsid w:val="000B5032"/>
    <w:rsid w:val="000C5082"/>
    <w:rsid w:val="000C6387"/>
    <w:rsid w:val="000C671F"/>
    <w:rsid w:val="000E2F83"/>
    <w:rsid w:val="000F1D2F"/>
    <w:rsid w:val="000F3935"/>
    <w:rsid w:val="000F5B64"/>
    <w:rsid w:val="00103125"/>
    <w:rsid w:val="00112968"/>
    <w:rsid w:val="001135E4"/>
    <w:rsid w:val="00120237"/>
    <w:rsid w:val="001226DF"/>
    <w:rsid w:val="00131590"/>
    <w:rsid w:val="001347D1"/>
    <w:rsid w:val="00146C47"/>
    <w:rsid w:val="00162D69"/>
    <w:rsid w:val="001648F3"/>
    <w:rsid w:val="00165492"/>
    <w:rsid w:val="00167B10"/>
    <w:rsid w:val="00181F7E"/>
    <w:rsid w:val="0018642C"/>
    <w:rsid w:val="00192B01"/>
    <w:rsid w:val="001A29DE"/>
    <w:rsid w:val="001A5B13"/>
    <w:rsid w:val="001A7076"/>
    <w:rsid w:val="001B14C4"/>
    <w:rsid w:val="001B7E27"/>
    <w:rsid w:val="001C3304"/>
    <w:rsid w:val="001C5E86"/>
    <w:rsid w:val="001C75E9"/>
    <w:rsid w:val="001C7E0D"/>
    <w:rsid w:val="001C7F2D"/>
    <w:rsid w:val="001D0339"/>
    <w:rsid w:val="001D34E1"/>
    <w:rsid w:val="001D4E81"/>
    <w:rsid w:val="001D520E"/>
    <w:rsid w:val="001D7BE9"/>
    <w:rsid w:val="001E0249"/>
    <w:rsid w:val="001E5171"/>
    <w:rsid w:val="001E5C74"/>
    <w:rsid w:val="001E7BA6"/>
    <w:rsid w:val="00204AE9"/>
    <w:rsid w:val="002065D7"/>
    <w:rsid w:val="002214F2"/>
    <w:rsid w:val="0022387D"/>
    <w:rsid w:val="00224BF6"/>
    <w:rsid w:val="002271D2"/>
    <w:rsid w:val="00231686"/>
    <w:rsid w:val="00233DD7"/>
    <w:rsid w:val="00237BCC"/>
    <w:rsid w:val="0024341C"/>
    <w:rsid w:val="00247B3D"/>
    <w:rsid w:val="00250A4F"/>
    <w:rsid w:val="00251D8D"/>
    <w:rsid w:val="00276355"/>
    <w:rsid w:val="002805C3"/>
    <w:rsid w:val="00283B45"/>
    <w:rsid w:val="002870BD"/>
    <w:rsid w:val="00293D9D"/>
    <w:rsid w:val="00294945"/>
    <w:rsid w:val="002A0A6D"/>
    <w:rsid w:val="002A18B7"/>
    <w:rsid w:val="002A337E"/>
    <w:rsid w:val="002A3D63"/>
    <w:rsid w:val="002B182B"/>
    <w:rsid w:val="002B442C"/>
    <w:rsid w:val="002B4551"/>
    <w:rsid w:val="002E1A2F"/>
    <w:rsid w:val="002E7B01"/>
    <w:rsid w:val="00303D7B"/>
    <w:rsid w:val="00305BA9"/>
    <w:rsid w:val="00311291"/>
    <w:rsid w:val="00311DB3"/>
    <w:rsid w:val="00312CB2"/>
    <w:rsid w:val="00314DDA"/>
    <w:rsid w:val="00316184"/>
    <w:rsid w:val="0032410A"/>
    <w:rsid w:val="003242B7"/>
    <w:rsid w:val="00327294"/>
    <w:rsid w:val="00331C8A"/>
    <w:rsid w:val="00340FE3"/>
    <w:rsid w:val="00346579"/>
    <w:rsid w:val="003545B8"/>
    <w:rsid w:val="00356340"/>
    <w:rsid w:val="00357625"/>
    <w:rsid w:val="0036025D"/>
    <w:rsid w:val="00360345"/>
    <w:rsid w:val="003644E0"/>
    <w:rsid w:val="003710EB"/>
    <w:rsid w:val="00383983"/>
    <w:rsid w:val="00383B3E"/>
    <w:rsid w:val="00390325"/>
    <w:rsid w:val="0039264D"/>
    <w:rsid w:val="003A1449"/>
    <w:rsid w:val="003B1FCF"/>
    <w:rsid w:val="003B3DFE"/>
    <w:rsid w:val="003C2622"/>
    <w:rsid w:val="003C3FC7"/>
    <w:rsid w:val="003D0816"/>
    <w:rsid w:val="003D1AFA"/>
    <w:rsid w:val="003D6DF1"/>
    <w:rsid w:val="003E034E"/>
    <w:rsid w:val="003F2A09"/>
    <w:rsid w:val="003F3FA4"/>
    <w:rsid w:val="003F49FC"/>
    <w:rsid w:val="003F4F68"/>
    <w:rsid w:val="003F7E77"/>
    <w:rsid w:val="00403CE2"/>
    <w:rsid w:val="00425FFE"/>
    <w:rsid w:val="004324EE"/>
    <w:rsid w:val="004334F3"/>
    <w:rsid w:val="0044682D"/>
    <w:rsid w:val="00450A34"/>
    <w:rsid w:val="00463B0C"/>
    <w:rsid w:val="004739DB"/>
    <w:rsid w:val="0047639B"/>
    <w:rsid w:val="00476DAD"/>
    <w:rsid w:val="004810E3"/>
    <w:rsid w:val="0049160B"/>
    <w:rsid w:val="00496E17"/>
    <w:rsid w:val="00496EFC"/>
    <w:rsid w:val="004A1C23"/>
    <w:rsid w:val="004A27B3"/>
    <w:rsid w:val="004A39E6"/>
    <w:rsid w:val="004B00A2"/>
    <w:rsid w:val="004B17BC"/>
    <w:rsid w:val="004B5072"/>
    <w:rsid w:val="004B5EF6"/>
    <w:rsid w:val="004C7676"/>
    <w:rsid w:val="004D4131"/>
    <w:rsid w:val="004D6321"/>
    <w:rsid w:val="004D666D"/>
    <w:rsid w:val="004D6684"/>
    <w:rsid w:val="004E1590"/>
    <w:rsid w:val="004E5ACD"/>
    <w:rsid w:val="004E763B"/>
    <w:rsid w:val="004F4B34"/>
    <w:rsid w:val="004F6590"/>
    <w:rsid w:val="005127C2"/>
    <w:rsid w:val="005165AD"/>
    <w:rsid w:val="005242FD"/>
    <w:rsid w:val="00535466"/>
    <w:rsid w:val="00537121"/>
    <w:rsid w:val="00552C6D"/>
    <w:rsid w:val="005560C0"/>
    <w:rsid w:val="00563D93"/>
    <w:rsid w:val="00572734"/>
    <w:rsid w:val="00575F44"/>
    <w:rsid w:val="00584233"/>
    <w:rsid w:val="00585FB4"/>
    <w:rsid w:val="00593D2F"/>
    <w:rsid w:val="0059421B"/>
    <w:rsid w:val="00594E16"/>
    <w:rsid w:val="00594EC9"/>
    <w:rsid w:val="00597A90"/>
    <w:rsid w:val="005A54C0"/>
    <w:rsid w:val="005A6E9A"/>
    <w:rsid w:val="005B008E"/>
    <w:rsid w:val="005B3EBF"/>
    <w:rsid w:val="005C4CE4"/>
    <w:rsid w:val="005C63A5"/>
    <w:rsid w:val="005C6E75"/>
    <w:rsid w:val="005D41A3"/>
    <w:rsid w:val="005D41E6"/>
    <w:rsid w:val="005D4848"/>
    <w:rsid w:val="005D541D"/>
    <w:rsid w:val="005D6D1A"/>
    <w:rsid w:val="005E22E7"/>
    <w:rsid w:val="005E57E3"/>
    <w:rsid w:val="005E60AF"/>
    <w:rsid w:val="005F014B"/>
    <w:rsid w:val="005F2324"/>
    <w:rsid w:val="005F67E1"/>
    <w:rsid w:val="00601C59"/>
    <w:rsid w:val="0061126D"/>
    <w:rsid w:val="006216FD"/>
    <w:rsid w:val="00624BCF"/>
    <w:rsid w:val="0062726E"/>
    <w:rsid w:val="00631842"/>
    <w:rsid w:val="006363D2"/>
    <w:rsid w:val="00637D63"/>
    <w:rsid w:val="00640BF9"/>
    <w:rsid w:val="00652427"/>
    <w:rsid w:val="006605CA"/>
    <w:rsid w:val="00665D22"/>
    <w:rsid w:val="006727EB"/>
    <w:rsid w:val="00687CA4"/>
    <w:rsid w:val="006938BD"/>
    <w:rsid w:val="00694E00"/>
    <w:rsid w:val="00695AAC"/>
    <w:rsid w:val="006A1E8F"/>
    <w:rsid w:val="006A4E93"/>
    <w:rsid w:val="006A72BC"/>
    <w:rsid w:val="006B49A8"/>
    <w:rsid w:val="006C1133"/>
    <w:rsid w:val="006C4105"/>
    <w:rsid w:val="006E24B7"/>
    <w:rsid w:val="006E305C"/>
    <w:rsid w:val="006F09B5"/>
    <w:rsid w:val="006F2522"/>
    <w:rsid w:val="006F3974"/>
    <w:rsid w:val="00701B7F"/>
    <w:rsid w:val="00703A90"/>
    <w:rsid w:val="00716CFA"/>
    <w:rsid w:val="00731AD7"/>
    <w:rsid w:val="00732FFC"/>
    <w:rsid w:val="007346CA"/>
    <w:rsid w:val="00750C50"/>
    <w:rsid w:val="00750EA7"/>
    <w:rsid w:val="00772712"/>
    <w:rsid w:val="00782462"/>
    <w:rsid w:val="0078301E"/>
    <w:rsid w:val="00787EC7"/>
    <w:rsid w:val="00792AB0"/>
    <w:rsid w:val="00793B22"/>
    <w:rsid w:val="007941D7"/>
    <w:rsid w:val="00797EE1"/>
    <w:rsid w:val="007A2B5B"/>
    <w:rsid w:val="007A399F"/>
    <w:rsid w:val="007B49FC"/>
    <w:rsid w:val="007C3B52"/>
    <w:rsid w:val="007D2CC8"/>
    <w:rsid w:val="007E464C"/>
    <w:rsid w:val="008001DF"/>
    <w:rsid w:val="00806700"/>
    <w:rsid w:val="00807219"/>
    <w:rsid w:val="00807314"/>
    <w:rsid w:val="0081595C"/>
    <w:rsid w:val="0082409D"/>
    <w:rsid w:val="008321DC"/>
    <w:rsid w:val="008334DD"/>
    <w:rsid w:val="00836C82"/>
    <w:rsid w:val="0084472C"/>
    <w:rsid w:val="00845F64"/>
    <w:rsid w:val="00852585"/>
    <w:rsid w:val="008535E1"/>
    <w:rsid w:val="0086147A"/>
    <w:rsid w:val="00861984"/>
    <w:rsid w:val="008635DF"/>
    <w:rsid w:val="008671CB"/>
    <w:rsid w:val="00876595"/>
    <w:rsid w:val="008803BD"/>
    <w:rsid w:val="0088140D"/>
    <w:rsid w:val="0089570F"/>
    <w:rsid w:val="008A1429"/>
    <w:rsid w:val="008A3721"/>
    <w:rsid w:val="008A4845"/>
    <w:rsid w:val="008B392E"/>
    <w:rsid w:val="008C6861"/>
    <w:rsid w:val="008D2877"/>
    <w:rsid w:val="008E4BC8"/>
    <w:rsid w:val="008E590F"/>
    <w:rsid w:val="008F4C1F"/>
    <w:rsid w:val="00901845"/>
    <w:rsid w:val="009040F7"/>
    <w:rsid w:val="00904B6C"/>
    <w:rsid w:val="00906188"/>
    <w:rsid w:val="009124C0"/>
    <w:rsid w:val="00913498"/>
    <w:rsid w:val="009159E1"/>
    <w:rsid w:val="00933AF0"/>
    <w:rsid w:val="009410FC"/>
    <w:rsid w:val="009421A1"/>
    <w:rsid w:val="009432D4"/>
    <w:rsid w:val="00943F57"/>
    <w:rsid w:val="00944207"/>
    <w:rsid w:val="00947F8B"/>
    <w:rsid w:val="00951744"/>
    <w:rsid w:val="009532AE"/>
    <w:rsid w:val="00963C36"/>
    <w:rsid w:val="00967388"/>
    <w:rsid w:val="00975BC3"/>
    <w:rsid w:val="00976CDD"/>
    <w:rsid w:val="00982F19"/>
    <w:rsid w:val="00984AF2"/>
    <w:rsid w:val="0099231C"/>
    <w:rsid w:val="00994F69"/>
    <w:rsid w:val="0099664E"/>
    <w:rsid w:val="00997F6F"/>
    <w:rsid w:val="009A1CC5"/>
    <w:rsid w:val="009A40F3"/>
    <w:rsid w:val="009A49EC"/>
    <w:rsid w:val="009B150E"/>
    <w:rsid w:val="009B2297"/>
    <w:rsid w:val="009B61DA"/>
    <w:rsid w:val="009C2B8C"/>
    <w:rsid w:val="009C7C45"/>
    <w:rsid w:val="009E62BA"/>
    <w:rsid w:val="009E6348"/>
    <w:rsid w:val="009F081B"/>
    <w:rsid w:val="009F0FCB"/>
    <w:rsid w:val="009F1AF9"/>
    <w:rsid w:val="009F74B7"/>
    <w:rsid w:val="00A009EC"/>
    <w:rsid w:val="00A07980"/>
    <w:rsid w:val="00A14B4B"/>
    <w:rsid w:val="00A15034"/>
    <w:rsid w:val="00A2654D"/>
    <w:rsid w:val="00A34F35"/>
    <w:rsid w:val="00A440F4"/>
    <w:rsid w:val="00A51415"/>
    <w:rsid w:val="00A5609F"/>
    <w:rsid w:val="00A62037"/>
    <w:rsid w:val="00A675DC"/>
    <w:rsid w:val="00A70DFC"/>
    <w:rsid w:val="00A712F1"/>
    <w:rsid w:val="00A740B3"/>
    <w:rsid w:val="00A81159"/>
    <w:rsid w:val="00A82700"/>
    <w:rsid w:val="00A910FD"/>
    <w:rsid w:val="00A92806"/>
    <w:rsid w:val="00AA1822"/>
    <w:rsid w:val="00AB675F"/>
    <w:rsid w:val="00AB6E08"/>
    <w:rsid w:val="00AB7D9B"/>
    <w:rsid w:val="00AC0810"/>
    <w:rsid w:val="00AC43B0"/>
    <w:rsid w:val="00AC6CD3"/>
    <w:rsid w:val="00AD41F6"/>
    <w:rsid w:val="00AD640C"/>
    <w:rsid w:val="00AD7A1E"/>
    <w:rsid w:val="00AD7A5B"/>
    <w:rsid w:val="00AE017C"/>
    <w:rsid w:val="00AF3401"/>
    <w:rsid w:val="00AF7833"/>
    <w:rsid w:val="00B01145"/>
    <w:rsid w:val="00B05443"/>
    <w:rsid w:val="00B0789E"/>
    <w:rsid w:val="00B25E51"/>
    <w:rsid w:val="00B34A3F"/>
    <w:rsid w:val="00B37D03"/>
    <w:rsid w:val="00B403FF"/>
    <w:rsid w:val="00B41EE6"/>
    <w:rsid w:val="00B43253"/>
    <w:rsid w:val="00B4474F"/>
    <w:rsid w:val="00B50E37"/>
    <w:rsid w:val="00B55C5A"/>
    <w:rsid w:val="00B61CCE"/>
    <w:rsid w:val="00B65922"/>
    <w:rsid w:val="00B70BD9"/>
    <w:rsid w:val="00B77752"/>
    <w:rsid w:val="00B87A12"/>
    <w:rsid w:val="00B915E4"/>
    <w:rsid w:val="00B9234F"/>
    <w:rsid w:val="00B9517F"/>
    <w:rsid w:val="00B9600B"/>
    <w:rsid w:val="00BA7658"/>
    <w:rsid w:val="00BB1A10"/>
    <w:rsid w:val="00BB25A3"/>
    <w:rsid w:val="00BB4DD2"/>
    <w:rsid w:val="00BC098C"/>
    <w:rsid w:val="00BC1A96"/>
    <w:rsid w:val="00BC21D3"/>
    <w:rsid w:val="00BC7714"/>
    <w:rsid w:val="00BD187E"/>
    <w:rsid w:val="00BD292D"/>
    <w:rsid w:val="00BD3A88"/>
    <w:rsid w:val="00BD6C5A"/>
    <w:rsid w:val="00BE3BA0"/>
    <w:rsid w:val="00BE7834"/>
    <w:rsid w:val="00BE7E9F"/>
    <w:rsid w:val="00BF537D"/>
    <w:rsid w:val="00BF6424"/>
    <w:rsid w:val="00BF6520"/>
    <w:rsid w:val="00C15D33"/>
    <w:rsid w:val="00C172CC"/>
    <w:rsid w:val="00C21568"/>
    <w:rsid w:val="00C4549E"/>
    <w:rsid w:val="00C54D49"/>
    <w:rsid w:val="00C550A9"/>
    <w:rsid w:val="00C628FF"/>
    <w:rsid w:val="00C67156"/>
    <w:rsid w:val="00C72106"/>
    <w:rsid w:val="00C7545E"/>
    <w:rsid w:val="00C87BE1"/>
    <w:rsid w:val="00C93087"/>
    <w:rsid w:val="00C946C0"/>
    <w:rsid w:val="00CA0EAB"/>
    <w:rsid w:val="00CA14A6"/>
    <w:rsid w:val="00CA1714"/>
    <w:rsid w:val="00CB3F57"/>
    <w:rsid w:val="00CB57AE"/>
    <w:rsid w:val="00CB7051"/>
    <w:rsid w:val="00CC13C2"/>
    <w:rsid w:val="00CC72C5"/>
    <w:rsid w:val="00CC761F"/>
    <w:rsid w:val="00CD417C"/>
    <w:rsid w:val="00CE31AE"/>
    <w:rsid w:val="00CE7AEF"/>
    <w:rsid w:val="00CF0C21"/>
    <w:rsid w:val="00CF0D15"/>
    <w:rsid w:val="00CF154C"/>
    <w:rsid w:val="00CF1FEB"/>
    <w:rsid w:val="00CF3E93"/>
    <w:rsid w:val="00D049E4"/>
    <w:rsid w:val="00D1280E"/>
    <w:rsid w:val="00D14CB3"/>
    <w:rsid w:val="00D152AA"/>
    <w:rsid w:val="00D17632"/>
    <w:rsid w:val="00D23113"/>
    <w:rsid w:val="00D252D3"/>
    <w:rsid w:val="00D302B8"/>
    <w:rsid w:val="00D325C9"/>
    <w:rsid w:val="00D3288F"/>
    <w:rsid w:val="00D34F66"/>
    <w:rsid w:val="00D46B03"/>
    <w:rsid w:val="00D477B9"/>
    <w:rsid w:val="00D624C4"/>
    <w:rsid w:val="00D73410"/>
    <w:rsid w:val="00D7425E"/>
    <w:rsid w:val="00D813F3"/>
    <w:rsid w:val="00D9397E"/>
    <w:rsid w:val="00DA168D"/>
    <w:rsid w:val="00DB67C8"/>
    <w:rsid w:val="00DC0856"/>
    <w:rsid w:val="00DC184F"/>
    <w:rsid w:val="00DD5E51"/>
    <w:rsid w:val="00DD6F96"/>
    <w:rsid w:val="00DE458A"/>
    <w:rsid w:val="00DE6AC9"/>
    <w:rsid w:val="00DF169D"/>
    <w:rsid w:val="00DF2DD1"/>
    <w:rsid w:val="00DF30D5"/>
    <w:rsid w:val="00DF3E5B"/>
    <w:rsid w:val="00E06281"/>
    <w:rsid w:val="00E12D0A"/>
    <w:rsid w:val="00E1677E"/>
    <w:rsid w:val="00E20820"/>
    <w:rsid w:val="00E27698"/>
    <w:rsid w:val="00E27CB9"/>
    <w:rsid w:val="00E3154A"/>
    <w:rsid w:val="00E36182"/>
    <w:rsid w:val="00E41359"/>
    <w:rsid w:val="00E421E4"/>
    <w:rsid w:val="00E4502E"/>
    <w:rsid w:val="00E47ACB"/>
    <w:rsid w:val="00E5090D"/>
    <w:rsid w:val="00E513DC"/>
    <w:rsid w:val="00E519CA"/>
    <w:rsid w:val="00E53C88"/>
    <w:rsid w:val="00E57272"/>
    <w:rsid w:val="00E643C0"/>
    <w:rsid w:val="00E650C5"/>
    <w:rsid w:val="00E7657B"/>
    <w:rsid w:val="00E86456"/>
    <w:rsid w:val="00E9304D"/>
    <w:rsid w:val="00E944D9"/>
    <w:rsid w:val="00EA2737"/>
    <w:rsid w:val="00EA3EA3"/>
    <w:rsid w:val="00EA4D4E"/>
    <w:rsid w:val="00EB7267"/>
    <w:rsid w:val="00ED7953"/>
    <w:rsid w:val="00EE2892"/>
    <w:rsid w:val="00EF6F21"/>
    <w:rsid w:val="00F012BD"/>
    <w:rsid w:val="00F038E3"/>
    <w:rsid w:val="00F05AED"/>
    <w:rsid w:val="00F14178"/>
    <w:rsid w:val="00F1767B"/>
    <w:rsid w:val="00F258A7"/>
    <w:rsid w:val="00F31B79"/>
    <w:rsid w:val="00F31FC8"/>
    <w:rsid w:val="00F3711D"/>
    <w:rsid w:val="00F416DC"/>
    <w:rsid w:val="00F46F5A"/>
    <w:rsid w:val="00F51B7C"/>
    <w:rsid w:val="00F63C5E"/>
    <w:rsid w:val="00F7142F"/>
    <w:rsid w:val="00F735D5"/>
    <w:rsid w:val="00F742AA"/>
    <w:rsid w:val="00F9091D"/>
    <w:rsid w:val="00FA5ADA"/>
    <w:rsid w:val="00FA700F"/>
    <w:rsid w:val="00FB2B1F"/>
    <w:rsid w:val="00FB5BE5"/>
    <w:rsid w:val="00FB610B"/>
    <w:rsid w:val="00FC3E42"/>
    <w:rsid w:val="00FD0596"/>
    <w:rsid w:val="00FD4785"/>
    <w:rsid w:val="00FE159E"/>
    <w:rsid w:val="00FE1630"/>
    <w:rsid w:val="00FE5AE5"/>
    <w:rsid w:val="00FE78C7"/>
    <w:rsid w:val="00FF6604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D1B36A-584F-4684-A188-60D761AF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DDA"/>
    <w:rPr>
      <w:rFonts w:ascii="Georgia" w:hAnsi="Georgia"/>
      <w:sz w:val="22"/>
      <w:szCs w:val="24"/>
      <w:lang w:val="sv-SE"/>
    </w:rPr>
  </w:style>
  <w:style w:type="paragraph" w:styleId="Rubrik1">
    <w:name w:val="heading 1"/>
    <w:basedOn w:val="Normal"/>
    <w:next w:val="Normal"/>
    <w:qFormat/>
    <w:rsid w:val="00314DDA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qFormat/>
    <w:rsid w:val="00BC21D3"/>
    <w:pPr>
      <w:keepNext/>
      <w:spacing w:before="120" w:after="60"/>
      <w:outlineLvl w:val="1"/>
    </w:pPr>
    <w:rPr>
      <w:rFonts w:cs="Arial"/>
      <w:b/>
      <w:bCs/>
      <w:iCs/>
      <w:szCs w:val="28"/>
    </w:rPr>
  </w:style>
  <w:style w:type="paragraph" w:styleId="Rubrik3">
    <w:name w:val="heading 3"/>
    <w:basedOn w:val="Normal"/>
    <w:next w:val="Normal"/>
    <w:qFormat/>
    <w:rsid w:val="00BC21D3"/>
    <w:pPr>
      <w:keepNext/>
      <w:outlineLvl w:val="2"/>
    </w:pPr>
    <w:rPr>
      <w:rFonts w:cs="Arial"/>
      <w:b/>
      <w:bCs/>
      <w:szCs w:val="26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476DAD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6390" w:themeColor="accent1"/>
    </w:rPr>
  </w:style>
  <w:style w:type="paragraph" w:styleId="Rubrik5">
    <w:name w:val="heading 5"/>
    <w:basedOn w:val="Normal"/>
    <w:next w:val="Normal"/>
    <w:link w:val="Rubrik5Char"/>
    <w:semiHidden/>
    <w:unhideWhenUsed/>
    <w:qFormat/>
    <w:rsid w:val="00476DAD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003147" w:themeColor="accent1" w:themeShade="7F"/>
    </w:rPr>
  </w:style>
  <w:style w:type="paragraph" w:styleId="Rubrik6">
    <w:name w:val="heading 6"/>
    <w:basedOn w:val="Normal"/>
    <w:next w:val="Normal"/>
    <w:link w:val="Rubrik6Char"/>
    <w:semiHidden/>
    <w:unhideWhenUsed/>
    <w:qFormat/>
    <w:rsid w:val="00476DAD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3147" w:themeColor="accent1" w:themeShade="7F"/>
    </w:rPr>
  </w:style>
  <w:style w:type="paragraph" w:styleId="Rubrik7">
    <w:name w:val="heading 7"/>
    <w:basedOn w:val="Normal"/>
    <w:next w:val="Normal"/>
    <w:link w:val="Rubrik7Char"/>
    <w:semiHidden/>
    <w:unhideWhenUsed/>
    <w:qFormat/>
    <w:rsid w:val="00476DAD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semiHidden/>
    <w:unhideWhenUsed/>
    <w:qFormat/>
    <w:rsid w:val="00476DAD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semiHidden/>
    <w:unhideWhenUsed/>
    <w:qFormat/>
    <w:rsid w:val="00476DAD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Punktlista">
    <w:name w:val="List Bullet"/>
    <w:basedOn w:val="Normal"/>
    <w:uiPriority w:val="99"/>
    <w:qFormat/>
    <w:rsid w:val="006F3974"/>
    <w:pPr>
      <w:numPr>
        <w:numId w:val="1"/>
      </w:numPr>
      <w:ind w:left="284" w:hanging="284"/>
    </w:pPr>
  </w:style>
  <w:style w:type="paragraph" w:customStyle="1" w:styleId="Pageno">
    <w:name w:val="Page no."/>
    <w:rsid w:val="00876595"/>
    <w:pPr>
      <w:jc w:val="center"/>
    </w:pPr>
    <w:rPr>
      <w:rFonts w:ascii="Arial" w:hAnsi="Arial"/>
      <w:sz w:val="18"/>
      <w:lang w:val="en-GB" w:eastAsia="nb-NO"/>
    </w:rPr>
  </w:style>
  <w:style w:type="paragraph" w:styleId="Sidhuvud">
    <w:name w:val="header"/>
    <w:basedOn w:val="Normal"/>
    <w:link w:val="SidhuvudChar"/>
    <w:unhideWhenUsed/>
    <w:rsid w:val="00E41359"/>
    <w:pPr>
      <w:tabs>
        <w:tab w:val="center" w:pos="4819"/>
        <w:tab w:val="right" w:pos="9638"/>
      </w:tabs>
    </w:pPr>
    <w:rPr>
      <w:rFonts w:ascii="Arial" w:hAnsi="Arial"/>
    </w:rPr>
  </w:style>
  <w:style w:type="paragraph" w:styleId="Sidfot">
    <w:name w:val="footer"/>
    <w:basedOn w:val="Normal"/>
    <w:link w:val="SidfotChar"/>
    <w:unhideWhenUsed/>
    <w:rsid w:val="00E41359"/>
    <w:pPr>
      <w:tabs>
        <w:tab w:val="center" w:pos="4819"/>
        <w:tab w:val="right" w:pos="9638"/>
      </w:tabs>
    </w:pPr>
    <w:rPr>
      <w:rFonts w:ascii="Arial" w:hAnsi="Arial"/>
    </w:rPr>
  </w:style>
  <w:style w:type="character" w:styleId="Sidnummer">
    <w:name w:val="page number"/>
    <w:rsid w:val="00BB4DD2"/>
    <w:rPr>
      <w:rFonts w:ascii="Verdana" w:hAnsi="Verdana"/>
      <w:sz w:val="16"/>
    </w:rPr>
  </w:style>
  <w:style w:type="table" w:styleId="Tabellrutnt">
    <w:name w:val="Table Grid"/>
    <w:basedOn w:val="Normaltabell"/>
    <w:rsid w:val="00476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WWW">
    <w:name w:val="xWWW"/>
    <w:rsid w:val="00876595"/>
    <w:pPr>
      <w:keepNext/>
      <w:keepLines/>
      <w:tabs>
        <w:tab w:val="left" w:pos="5273"/>
        <w:tab w:val="left" w:pos="7655"/>
        <w:tab w:val="left" w:pos="8959"/>
        <w:tab w:val="left" w:pos="9696"/>
      </w:tabs>
      <w:spacing w:line="160" w:lineRule="exact"/>
      <w:ind w:left="-57"/>
    </w:pPr>
    <w:rPr>
      <w:rFonts w:ascii="Arial" w:hAnsi="Arial"/>
      <w:sz w:val="12"/>
      <w:lang w:val="nb-NO" w:eastAsia="nb-NO"/>
    </w:rPr>
  </w:style>
  <w:style w:type="paragraph" w:styleId="Ballongtext">
    <w:name w:val="Balloon Text"/>
    <w:basedOn w:val="Normal"/>
    <w:link w:val="BallongtextChar"/>
    <w:rsid w:val="00476DAD"/>
    <w:rPr>
      <w:rFonts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476DAD"/>
    <w:rPr>
      <w:rFonts w:ascii="Century Schoolbook" w:hAnsi="Century Schoolbook" w:cs="Tahoma"/>
      <w:sz w:val="16"/>
      <w:szCs w:val="16"/>
    </w:rPr>
  </w:style>
  <w:style w:type="paragraph" w:styleId="Numreradlista">
    <w:name w:val="List Number"/>
    <w:basedOn w:val="Normal"/>
    <w:qFormat/>
    <w:rsid w:val="00BC21D3"/>
    <w:pPr>
      <w:numPr>
        <w:numId w:val="6"/>
      </w:numPr>
      <w:contextualSpacing/>
    </w:pPr>
  </w:style>
  <w:style w:type="character" w:customStyle="1" w:styleId="Rubrik4Char">
    <w:name w:val="Rubrik 4 Char"/>
    <w:basedOn w:val="Standardstycketeckensnitt"/>
    <w:link w:val="Rubrik4"/>
    <w:semiHidden/>
    <w:rsid w:val="00476DAD"/>
    <w:rPr>
      <w:rFonts w:asciiTheme="majorHAnsi" w:eastAsiaTheme="majorEastAsia" w:hAnsiTheme="majorHAnsi" w:cstheme="majorBidi"/>
      <w:b/>
      <w:bCs/>
      <w:i/>
      <w:iCs/>
      <w:color w:val="006390" w:themeColor="accent1"/>
      <w:sz w:val="22"/>
      <w:szCs w:val="24"/>
    </w:rPr>
  </w:style>
  <w:style w:type="character" w:customStyle="1" w:styleId="Rubrik5Char">
    <w:name w:val="Rubrik 5 Char"/>
    <w:basedOn w:val="Standardstycketeckensnitt"/>
    <w:link w:val="Rubrik5"/>
    <w:semiHidden/>
    <w:rsid w:val="00476DAD"/>
    <w:rPr>
      <w:rFonts w:asciiTheme="majorHAnsi" w:eastAsiaTheme="majorEastAsia" w:hAnsiTheme="majorHAnsi" w:cstheme="majorBidi"/>
      <w:color w:val="003147" w:themeColor="accent1" w:themeShade="7F"/>
      <w:sz w:val="22"/>
      <w:szCs w:val="24"/>
    </w:rPr>
  </w:style>
  <w:style w:type="character" w:customStyle="1" w:styleId="Rubrik6Char">
    <w:name w:val="Rubrik 6 Char"/>
    <w:basedOn w:val="Standardstycketeckensnitt"/>
    <w:link w:val="Rubrik6"/>
    <w:semiHidden/>
    <w:rsid w:val="00476DAD"/>
    <w:rPr>
      <w:rFonts w:asciiTheme="majorHAnsi" w:eastAsiaTheme="majorEastAsia" w:hAnsiTheme="majorHAnsi" w:cstheme="majorBidi"/>
      <w:i/>
      <w:iCs/>
      <w:color w:val="003147" w:themeColor="accent1" w:themeShade="7F"/>
      <w:sz w:val="22"/>
      <w:szCs w:val="24"/>
    </w:rPr>
  </w:style>
  <w:style w:type="character" w:customStyle="1" w:styleId="Rubrik7Char">
    <w:name w:val="Rubrik 7 Char"/>
    <w:basedOn w:val="Standardstycketeckensnitt"/>
    <w:link w:val="Rubrik7"/>
    <w:semiHidden/>
    <w:rsid w:val="00476DA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Rubrik8Char">
    <w:name w:val="Rubrik 8 Char"/>
    <w:basedOn w:val="Standardstycketeckensnitt"/>
    <w:link w:val="Rubrik8"/>
    <w:semiHidden/>
    <w:rsid w:val="00476DA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Rubrik9Char">
    <w:name w:val="Rubrik 9 Char"/>
    <w:basedOn w:val="Standardstycketeckensnitt"/>
    <w:link w:val="Rubrik9"/>
    <w:semiHidden/>
    <w:rsid w:val="00476D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rsid w:val="004F6590"/>
    <w:pPr>
      <w:ind w:left="720"/>
      <w:contextualSpacing/>
    </w:pPr>
  </w:style>
  <w:style w:type="character" w:customStyle="1" w:styleId="SidhuvudChar">
    <w:name w:val="Sidhuvud Char"/>
    <w:basedOn w:val="Standardstycketeckensnitt"/>
    <w:link w:val="Sidhuvud"/>
    <w:rsid w:val="00E41359"/>
    <w:rPr>
      <w:rFonts w:ascii="Arial" w:hAnsi="Arial"/>
      <w:sz w:val="22"/>
      <w:szCs w:val="24"/>
    </w:rPr>
  </w:style>
  <w:style w:type="character" w:customStyle="1" w:styleId="SidfotChar">
    <w:name w:val="Sidfot Char"/>
    <w:basedOn w:val="Standardstycketeckensnitt"/>
    <w:link w:val="Sidfot"/>
    <w:rsid w:val="00E41359"/>
    <w:rPr>
      <w:rFonts w:ascii="Arial" w:hAnsi="Arial"/>
      <w:sz w:val="22"/>
      <w:szCs w:val="24"/>
    </w:rPr>
  </w:style>
  <w:style w:type="paragraph" w:customStyle="1" w:styleId="Gradering">
    <w:name w:val="Gradering"/>
    <w:rsid w:val="00D73410"/>
    <w:pPr>
      <w:jc w:val="center"/>
    </w:pPr>
    <w:rPr>
      <w:rFonts w:ascii="Arial" w:hAnsi="Arial"/>
      <w:b/>
      <w:snapToGrid w:val="0"/>
      <w:sz w:val="18"/>
      <w:lang w:val="sv-SE" w:eastAsia="nb-NO"/>
    </w:rPr>
  </w:style>
  <w:style w:type="paragraph" w:customStyle="1" w:styleId="xHeaderLabel">
    <w:name w:val="xHeaderLabel"/>
    <w:next w:val="xHeader"/>
    <w:rsid w:val="00BD3A88"/>
    <w:pPr>
      <w:keepNext/>
      <w:keepLines/>
      <w:spacing w:line="160" w:lineRule="exact"/>
    </w:pPr>
    <w:rPr>
      <w:rFonts w:ascii="Arial" w:hAnsi="Arial"/>
      <w:b/>
      <w:noProof/>
      <w:sz w:val="12"/>
      <w:lang w:eastAsia="nb-NO"/>
    </w:rPr>
  </w:style>
  <w:style w:type="paragraph" w:customStyle="1" w:styleId="xHeader">
    <w:name w:val="xHeader"/>
    <w:rsid w:val="00BD3A88"/>
    <w:rPr>
      <w:rFonts w:ascii="Arial" w:hAnsi="Arial"/>
      <w:noProof/>
      <w:sz w:val="18"/>
      <w:lang w:eastAsia="nb-NO"/>
    </w:rPr>
  </w:style>
  <w:style w:type="paragraph" w:customStyle="1" w:styleId="xCompany">
    <w:name w:val="xCompany"/>
    <w:next w:val="Normal"/>
    <w:rsid w:val="001C7E0D"/>
    <w:pPr>
      <w:keepNext/>
      <w:keepLines/>
      <w:tabs>
        <w:tab w:val="left" w:pos="57"/>
        <w:tab w:val="left" w:pos="5273"/>
        <w:tab w:val="left" w:pos="7655"/>
        <w:tab w:val="left" w:pos="8959"/>
        <w:tab w:val="left" w:pos="9696"/>
      </w:tabs>
      <w:spacing w:line="180" w:lineRule="exact"/>
      <w:ind w:left="-57"/>
    </w:pPr>
    <w:rPr>
      <w:rFonts w:ascii="Arial" w:hAnsi="Arial"/>
      <w:noProof/>
      <w:sz w:val="15"/>
      <w:lang w:val="en-GB" w:eastAsia="nb-NO"/>
    </w:rPr>
  </w:style>
  <w:style w:type="paragraph" w:customStyle="1" w:styleId="xFooter">
    <w:name w:val="xFooter"/>
    <w:rsid w:val="00BD3A88"/>
    <w:pPr>
      <w:spacing w:line="160" w:lineRule="exact"/>
    </w:pPr>
    <w:rPr>
      <w:rFonts w:ascii="Arial" w:hAnsi="Arial"/>
      <w:noProof/>
      <w:sz w:val="12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lar11\AppData\Roaming\Bravida\Office2013\Bravida\Sweden\Bravida%20Sverige_Tomt%20dokument.dotm" TargetMode="External"/></Relationships>
</file>

<file path=word/theme/theme1.xml><?xml version="1.0" encoding="utf-8"?>
<a:theme xmlns:a="http://schemas.openxmlformats.org/drawingml/2006/main" name="Bravida Word">
  <a:themeElements>
    <a:clrScheme name="Bravida">
      <a:dk1>
        <a:sysClr val="windowText" lastClr="000000"/>
      </a:dk1>
      <a:lt1>
        <a:sysClr val="window" lastClr="FFFFFF"/>
      </a:lt1>
      <a:dk2>
        <a:srgbClr val="006390"/>
      </a:dk2>
      <a:lt2>
        <a:srgbClr val="51626F"/>
      </a:lt2>
      <a:accent1>
        <a:srgbClr val="006390"/>
      </a:accent1>
      <a:accent2>
        <a:srgbClr val="C6DE10"/>
      </a:accent2>
      <a:accent3>
        <a:srgbClr val="14A5E1"/>
      </a:accent3>
      <a:accent4>
        <a:srgbClr val="EFA200"/>
      </a:accent4>
      <a:accent5>
        <a:srgbClr val="502D7F"/>
      </a:accent5>
      <a:accent6>
        <a:srgbClr val="009A49"/>
      </a:accent6>
      <a:hlink>
        <a:srgbClr val="0000FF"/>
      </a:hlink>
      <a:folHlink>
        <a:srgbClr val="800080"/>
      </a:folHlink>
    </a:clrScheme>
    <a:fontScheme name="Bravida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C8D1B-2E1E-4542-993C-E2DE3968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Bravida Sverige_Tomt dokument</Template>
  <TotalTime>4</TotalTime>
  <Pages>1</Pages>
  <Words>58</Words>
  <Characters>437</Characters>
  <Application>Microsoft Office Word</Application>
  <DocSecurity>0</DocSecurity>
  <Lines>3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Att</vt:lpstr>
    </vt:vector>
  </TitlesOfParts>
  <Company>OfficeSpecialisten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Larsson Jan (Bravida)</dc:creator>
  <cp:lastModifiedBy>Larsson Jan (Bravida)</cp:lastModifiedBy>
  <cp:revision>1</cp:revision>
  <cp:lastPrinted>2016-05-30T06:56:00Z</cp:lastPrinted>
  <dcterms:created xsi:type="dcterms:W3CDTF">2018-06-25T14:43:00Z</dcterms:created>
  <dcterms:modified xsi:type="dcterms:W3CDTF">2018-06-25T14:47:00Z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">
    <vt:lpwstr>Letter</vt:lpwstr>
  </property>
  <property fmtid="{D5CDD505-2E9C-101B-9397-08002B2CF9AE}" pid="3" name="Nummer">
    <vt:lpwstr>0</vt:lpwstr>
  </property>
  <property fmtid="{D5CDD505-2E9C-101B-9397-08002B2CF9AE}" pid="4" name="DKbkmT04ComCVR">
    <vt:lpwstr>CVR nr.</vt:lpwstr>
  </property>
  <property fmtid="{D5CDD505-2E9C-101B-9397-08002B2CF9AE}" pid="5" name="UKbkmT04ComCVR">
    <vt:lpwstr>CVR no.</vt:lpwstr>
  </property>
  <property fmtid="{D5CDD505-2E9C-101B-9397-08002B2CF9AE}" pid="6" name="DKbkmT04Sig00Mobile">
    <vt:lpwstr>Mobil</vt:lpwstr>
  </property>
  <property fmtid="{D5CDD505-2E9C-101B-9397-08002B2CF9AE}" pid="7" name="UKbkmT04Sig00Mobile">
    <vt:lpwstr>Mobile</vt:lpwstr>
  </property>
  <property fmtid="{D5CDD505-2E9C-101B-9397-08002B2CF9AE}" pid="8" name="DKbkmTAgree">
    <vt:lpwstr>Ifølge aftale</vt:lpwstr>
  </property>
  <property fmtid="{D5CDD505-2E9C-101B-9397-08002B2CF9AE}" pid="9" name="UKbkmTAgree">
    <vt:lpwstr>As previously agreed</vt:lpwstr>
  </property>
  <property fmtid="{D5CDD505-2E9C-101B-9397-08002B2CF9AE}" pid="10" name="DKbkmTLetter">
    <vt:lpwstr>I henhold til brev</vt:lpwstr>
  </property>
  <property fmtid="{D5CDD505-2E9C-101B-9397-08002B2CF9AE}" pid="11" name="UKbkmTLetter">
    <vt:lpwstr>Referring to our letter</vt:lpwstr>
  </property>
  <property fmtid="{D5CDD505-2E9C-101B-9397-08002B2CF9AE}" pid="12" name="DKbkmTPhone">
    <vt:lpwstr>I henhold til telefonsamtale</vt:lpwstr>
  </property>
  <property fmtid="{D5CDD505-2E9C-101B-9397-08002B2CF9AE}" pid="13" name="UKbkmTPhone">
    <vt:lpwstr>Referring to our telephone conversation</vt:lpwstr>
  </property>
  <property fmtid="{D5CDD505-2E9C-101B-9397-08002B2CF9AE}" pid="14" name="DKbkmTContact">
    <vt:lpwstr>Kontakt mig venligst</vt:lpwstr>
  </property>
  <property fmtid="{D5CDD505-2E9C-101B-9397-08002B2CF9AE}" pid="15" name="UKbkmTContact">
    <vt:lpwstr>Please contact me</vt:lpwstr>
  </property>
  <property fmtid="{D5CDD505-2E9C-101B-9397-08002B2CF9AE}" pid="16" name="DKbkmTInfo">
    <vt:lpwstr>Til orientering</vt:lpwstr>
  </property>
  <property fmtid="{D5CDD505-2E9C-101B-9397-08002B2CF9AE}" pid="17" name="UKbkmTInfo">
    <vt:lpwstr>For your information</vt:lpwstr>
  </property>
  <property fmtid="{D5CDD505-2E9C-101B-9397-08002B2CF9AE}" pid="18" name="DKbkmTReturn">
    <vt:lpwstr>Ønskes retur</vt:lpwstr>
  </property>
  <property fmtid="{D5CDD505-2E9C-101B-9397-08002B2CF9AE}" pid="19" name="UKbkmTReturn">
    <vt:lpwstr>Please return</vt:lpwstr>
  </property>
  <property fmtid="{D5CDD505-2E9C-101B-9397-08002B2CF9AE}" pid="20" name="DKbkmTCheck">
    <vt:lpwstr>Check</vt:lpwstr>
  </property>
  <property fmtid="{D5CDD505-2E9C-101B-9397-08002B2CF9AE}" pid="21" name="UKbkmTCheck">
    <vt:lpwstr>Cheque</vt:lpwstr>
  </property>
  <property fmtid="{D5CDD505-2E9C-101B-9397-08002B2CF9AE}" pid="22" name="DKbkmTComment">
    <vt:lpwstr>Kommentar udbedes</vt:lpwstr>
  </property>
  <property fmtid="{D5CDD505-2E9C-101B-9397-08002B2CF9AE}" pid="23" name="UKbkmTComment">
    <vt:lpwstr>For your comments, please</vt:lpwstr>
  </property>
  <property fmtid="{D5CDD505-2E9C-101B-9397-08002B2CF9AE}" pid="24" name="DKbkmTThanks">
    <vt:lpwstr>Tilbagesendes med tak</vt:lpwstr>
  </property>
  <property fmtid="{D5CDD505-2E9C-101B-9397-08002B2CF9AE}" pid="25" name="UKbkmTThanks">
    <vt:lpwstr>Returned with thanks</vt:lpwstr>
  </property>
  <property fmtid="{D5CDD505-2E9C-101B-9397-08002B2CF9AE}" pid="26" name="DKbkmTAtt">
    <vt:lpwstr>Att.</vt:lpwstr>
  </property>
  <property fmtid="{D5CDD505-2E9C-101B-9397-08002B2CF9AE}" pid="27" name="UKbkmTAtt">
    <vt:lpwstr>Att.</vt:lpwstr>
  </property>
  <property fmtid="{D5CDD505-2E9C-101B-9397-08002B2CF9AE}" pid="28" name="DKbkmTTel">
    <vt:lpwstr>Tel</vt:lpwstr>
  </property>
  <property fmtid="{D5CDD505-2E9C-101B-9397-08002B2CF9AE}" pid="29" name="UKbkmTTel">
    <vt:lpwstr>Phone</vt:lpwstr>
  </property>
  <property fmtid="{D5CDD505-2E9C-101B-9397-08002B2CF9AE}" pid="30" name="DKbkmTFax">
    <vt:lpwstr>Fax</vt:lpwstr>
  </property>
  <property fmtid="{D5CDD505-2E9C-101B-9397-08002B2CF9AE}" pid="31" name="UKbkmTFax">
    <vt:lpwstr>Fax</vt:lpwstr>
  </property>
  <property fmtid="{D5CDD505-2E9C-101B-9397-08002B2CF9AE}" pid="32" name="DKbkmTDate">
    <vt:lpwstr>Dato</vt:lpwstr>
  </property>
  <property fmtid="{D5CDD505-2E9C-101B-9397-08002B2CF9AE}" pid="33" name="UKbkmTDate">
    <vt:lpwstr>Date</vt:lpwstr>
  </property>
  <property fmtid="{D5CDD505-2E9C-101B-9397-08002B2CF9AE}" pid="34" name="DKbkmTTelDir">
    <vt:lpwstr>Dir Tel</vt:lpwstr>
  </property>
  <property fmtid="{D5CDD505-2E9C-101B-9397-08002B2CF9AE}" pid="35" name="UKbkmTTelDir">
    <vt:lpwstr>Direct</vt:lpwstr>
  </property>
  <property fmtid="{D5CDD505-2E9C-101B-9397-08002B2CF9AE}" pid="36" name="DKbkmTEmail">
    <vt:lpwstr>Mail</vt:lpwstr>
  </property>
  <property fmtid="{D5CDD505-2E9C-101B-9397-08002B2CF9AE}" pid="37" name="UKbkmTEmail">
    <vt:lpwstr>E-mail</vt:lpwstr>
  </property>
  <property fmtid="{D5CDD505-2E9C-101B-9397-08002B2CF9AE}" pid="38" name="DKbkmTPage">
    <vt:lpwstr>Side</vt:lpwstr>
  </property>
  <property fmtid="{D5CDD505-2E9C-101B-9397-08002B2CF9AE}" pid="39" name="UKbkmTPage">
    <vt:lpwstr>Page</vt:lpwstr>
  </property>
  <property fmtid="{D5CDD505-2E9C-101B-9397-08002B2CF9AE}" pid="40" name="DKbkmTMobile">
    <vt:lpwstr>Mobil</vt:lpwstr>
  </property>
  <property fmtid="{D5CDD505-2E9C-101B-9397-08002B2CF9AE}" pid="41" name="UKbkmTMobile">
    <vt:lpwstr>Mobile</vt:lpwstr>
  </property>
  <property fmtid="{D5CDD505-2E9C-101B-9397-08002B2CF9AE}" pid="42" name="DKbkmTYours">
    <vt:lpwstr>Med venlig hilsen</vt:lpwstr>
  </property>
  <property fmtid="{D5CDD505-2E9C-101B-9397-08002B2CF9AE}" pid="43" name="UKbkmTYours">
    <vt:lpwstr>Best regards</vt:lpwstr>
  </property>
  <property fmtid="{D5CDD505-2E9C-101B-9397-08002B2CF9AE}" pid="44" name="DKbkmT04Sig00">
    <vt:lpwstr>Afsender</vt:lpwstr>
  </property>
  <property fmtid="{D5CDD505-2E9C-101B-9397-08002B2CF9AE}" pid="45" name="UKbkmT04Sig00">
    <vt:lpwstr>Sender</vt:lpwstr>
  </property>
</Properties>
</file>